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58" w:rsidRPr="00606F01" w:rsidRDefault="00D57C58" w:rsidP="000D5739">
      <w:pPr>
        <w:tabs>
          <w:tab w:val="left" w:pos="5954"/>
        </w:tabs>
        <w:ind w:left="4678"/>
      </w:pPr>
      <w:r>
        <w:t xml:space="preserve">                                                                   Приложение 1</w:t>
      </w:r>
    </w:p>
    <w:p w:rsidR="00D57C58" w:rsidRPr="00B01704" w:rsidRDefault="00D57C58" w:rsidP="00B01704">
      <w:pPr>
        <w:jc w:val="right"/>
        <w:outlineLvl w:val="0"/>
      </w:pPr>
      <w:r w:rsidRPr="00B01704">
        <w:t>к решению Совета депутатов</w:t>
      </w:r>
    </w:p>
    <w:p w:rsidR="00D57C58" w:rsidRDefault="00D57C58" w:rsidP="00B01704">
      <w:pPr>
        <w:jc w:val="right"/>
        <w:outlineLvl w:val="0"/>
      </w:pPr>
      <w:r>
        <w:t>Серебряно-Прудского</w:t>
      </w:r>
    </w:p>
    <w:p w:rsidR="00D57C58" w:rsidRPr="00B01704" w:rsidRDefault="00D57C58" w:rsidP="009D37A4">
      <w:pPr>
        <w:jc w:val="right"/>
        <w:outlineLvl w:val="0"/>
      </w:pPr>
      <w:r>
        <w:t>муниципального района</w:t>
      </w:r>
      <w:r w:rsidRPr="00B01704">
        <w:t xml:space="preserve"> </w:t>
      </w:r>
    </w:p>
    <w:p w:rsidR="00D57C58" w:rsidRPr="00B01704" w:rsidRDefault="00D57C58" w:rsidP="00B01704">
      <w:pPr>
        <w:jc w:val="right"/>
        <w:outlineLvl w:val="0"/>
      </w:pPr>
      <w:r w:rsidRPr="00B01704">
        <w:t>Московской области</w:t>
      </w:r>
    </w:p>
    <w:p w:rsidR="00D57C58" w:rsidRPr="00B01704" w:rsidRDefault="00D57C58" w:rsidP="00B01704">
      <w:pPr>
        <w:jc w:val="right"/>
        <w:outlineLvl w:val="0"/>
      </w:pPr>
      <w:r w:rsidRPr="00B01704">
        <w:t xml:space="preserve">«О бюджете  городского округа </w:t>
      </w:r>
    </w:p>
    <w:p w:rsidR="00D57C58" w:rsidRPr="00B01704" w:rsidRDefault="00D57C58" w:rsidP="00B01704">
      <w:pPr>
        <w:jc w:val="right"/>
        <w:outlineLvl w:val="0"/>
      </w:pPr>
      <w:r w:rsidRPr="00B01704">
        <w:t>Серебряные - Пруды</w:t>
      </w:r>
    </w:p>
    <w:p w:rsidR="00D57C58" w:rsidRPr="00B01704" w:rsidRDefault="00D57C58" w:rsidP="00B01704">
      <w:pPr>
        <w:jc w:val="right"/>
        <w:outlineLvl w:val="0"/>
      </w:pPr>
      <w:r w:rsidRPr="00B01704">
        <w:t xml:space="preserve">Московской области на 2016 год </w:t>
      </w:r>
    </w:p>
    <w:p w:rsidR="00D57C58" w:rsidRPr="00B01704" w:rsidRDefault="00D57C58" w:rsidP="00B01704">
      <w:pPr>
        <w:jc w:val="right"/>
        <w:outlineLvl w:val="0"/>
      </w:pPr>
      <w:r w:rsidRPr="00B01704">
        <w:t>и на плановый период 2017-2018 годов»</w:t>
      </w:r>
    </w:p>
    <w:p w:rsidR="00D57C58" w:rsidRPr="00B01704" w:rsidRDefault="00D57C58" w:rsidP="00B01704">
      <w:pPr>
        <w:jc w:val="right"/>
        <w:outlineLvl w:val="0"/>
      </w:pPr>
    </w:p>
    <w:p w:rsidR="00D57C58" w:rsidRPr="00B01704" w:rsidRDefault="00D57C58" w:rsidP="00B01704">
      <w:pPr>
        <w:jc w:val="center"/>
        <w:outlineLvl w:val="0"/>
      </w:pPr>
      <w:r w:rsidRPr="00B01704">
        <w:t xml:space="preserve">                                                                                </w:t>
      </w:r>
      <w:r>
        <w:t xml:space="preserve">                             </w:t>
      </w:r>
      <w:r w:rsidRPr="00B01704">
        <w:t xml:space="preserve">от_________  </w:t>
      </w:r>
      <w:smartTag w:uri="urn:schemas-microsoft-com:office:smarttags" w:element="metricconverter">
        <w:smartTagPr>
          <w:attr w:name="ProductID" w:val="2015 г"/>
        </w:smartTagPr>
        <w:r w:rsidRPr="00B01704">
          <w:t>2015 г</w:t>
        </w:r>
      </w:smartTag>
      <w:r w:rsidRPr="00B01704">
        <w:t>.   №________</w:t>
      </w:r>
    </w:p>
    <w:p w:rsidR="00D57C58" w:rsidRDefault="00D57C58" w:rsidP="00B0170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D57C58" w:rsidRDefault="00D57C58" w:rsidP="000F1573">
      <w:pPr>
        <w:ind w:left="6660"/>
        <w:rPr>
          <w:sz w:val="28"/>
          <w:szCs w:val="28"/>
        </w:rPr>
      </w:pPr>
    </w:p>
    <w:p w:rsidR="00D57C58" w:rsidRPr="00350AD1" w:rsidRDefault="00D57C58" w:rsidP="004F7C67">
      <w:pPr>
        <w:ind w:right="139"/>
        <w:jc w:val="center"/>
        <w:rPr>
          <w:b/>
        </w:rPr>
      </w:pPr>
      <w:r w:rsidRPr="00350AD1">
        <w:rPr>
          <w:b/>
        </w:rPr>
        <w:t>Нормативы распределения доходов</w:t>
      </w:r>
      <w:r>
        <w:rPr>
          <w:b/>
        </w:rPr>
        <w:t xml:space="preserve"> бюджета</w:t>
      </w:r>
      <w:r w:rsidRPr="00350AD1">
        <w:rPr>
          <w:b/>
        </w:rPr>
        <w:t xml:space="preserve"> </w:t>
      </w:r>
      <w:r>
        <w:rPr>
          <w:b/>
        </w:rPr>
        <w:t>городского округа Серебряные Пруды Московской области</w:t>
      </w:r>
    </w:p>
    <w:p w:rsidR="00D57C58" w:rsidRPr="00350AD1" w:rsidRDefault="00D57C58" w:rsidP="004F7C67">
      <w:pPr>
        <w:ind w:right="139"/>
        <w:jc w:val="center"/>
        <w:rPr>
          <w:b/>
        </w:rPr>
      </w:pPr>
      <w:r w:rsidRPr="00350AD1">
        <w:rPr>
          <w:b/>
        </w:rPr>
        <w:t>на 201</w:t>
      </w:r>
      <w:r>
        <w:rPr>
          <w:b/>
        </w:rPr>
        <w:t>6</w:t>
      </w:r>
      <w:r w:rsidRPr="00350AD1">
        <w:rPr>
          <w:b/>
        </w:rPr>
        <w:t xml:space="preserve"> год и на плановый период 201</w:t>
      </w:r>
      <w:r>
        <w:rPr>
          <w:b/>
        </w:rPr>
        <w:t>7</w:t>
      </w:r>
      <w:r w:rsidRPr="00350AD1">
        <w:rPr>
          <w:b/>
        </w:rPr>
        <w:t xml:space="preserve"> и 201</w:t>
      </w:r>
      <w:r>
        <w:rPr>
          <w:b/>
        </w:rPr>
        <w:t xml:space="preserve">8 годов </w:t>
      </w:r>
    </w:p>
    <w:p w:rsidR="00D57C58" w:rsidRDefault="00D57C58" w:rsidP="000F1573">
      <w:pPr>
        <w:ind w:right="139"/>
        <w:jc w:val="center"/>
      </w:pPr>
    </w:p>
    <w:p w:rsidR="00D57C58" w:rsidRDefault="00D57C58" w:rsidP="008F1FA2">
      <w:pPr>
        <w:ind w:right="-2"/>
        <w:jc w:val="right"/>
        <w:rPr>
          <w:sz w:val="28"/>
          <w:szCs w:val="28"/>
        </w:rPr>
      </w:pPr>
      <w:r w:rsidRPr="00F45CEB">
        <w:t xml:space="preserve">     </w:t>
      </w:r>
      <w:r>
        <w:t>в процентах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/>
      </w:tblPr>
      <w:tblGrid>
        <w:gridCol w:w="658"/>
        <w:gridCol w:w="6650"/>
        <w:gridCol w:w="3120"/>
      </w:tblGrid>
      <w:tr w:rsidR="00D57C58" w:rsidTr="00C42628">
        <w:trPr>
          <w:cantSplit/>
          <w:trHeight w:val="1754"/>
          <w:tblHeader/>
        </w:trPr>
        <w:tc>
          <w:tcPr>
            <w:tcW w:w="658" w:type="dxa"/>
          </w:tcPr>
          <w:p w:rsidR="00D57C58" w:rsidRPr="001144B2" w:rsidRDefault="00D57C58" w:rsidP="00A921DA">
            <w:pPr>
              <w:jc w:val="center"/>
            </w:pPr>
            <w:r w:rsidRPr="001144B2">
              <w:rPr>
                <w:sz w:val="22"/>
                <w:szCs w:val="22"/>
              </w:rPr>
              <w:t>№ п/п</w:t>
            </w:r>
          </w:p>
        </w:tc>
        <w:tc>
          <w:tcPr>
            <w:tcW w:w="6650" w:type="dxa"/>
            <w:vAlign w:val="center"/>
          </w:tcPr>
          <w:p w:rsidR="00D57C58" w:rsidRPr="001144B2" w:rsidRDefault="00D57C58" w:rsidP="00316199">
            <w:pPr>
              <w:jc w:val="center"/>
            </w:pPr>
            <w:r w:rsidRPr="001144B2">
              <w:rPr>
                <w:sz w:val="22"/>
                <w:szCs w:val="22"/>
              </w:rPr>
              <w:t>Наименование видов отдельных доходных источников</w:t>
            </w:r>
          </w:p>
        </w:tc>
        <w:tc>
          <w:tcPr>
            <w:tcW w:w="3120" w:type="dxa"/>
          </w:tcPr>
          <w:p w:rsidR="00D57C58" w:rsidRPr="001144B2" w:rsidRDefault="00D57C58" w:rsidP="008F1FA2">
            <w:pPr>
              <w:jc w:val="center"/>
            </w:pPr>
            <w:r>
              <w:rPr>
                <w:sz w:val="22"/>
                <w:szCs w:val="22"/>
              </w:rPr>
              <w:t>Норматив зачисления</w:t>
            </w: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Pr="00FB5824" w:rsidRDefault="00D57C58" w:rsidP="00ED3F77">
            <w:pPr>
              <w:jc w:val="center"/>
              <w:rPr>
                <w:b/>
              </w:rPr>
            </w:pPr>
            <w:r w:rsidRPr="00FB582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650" w:type="dxa"/>
          </w:tcPr>
          <w:p w:rsidR="00D57C58" w:rsidRPr="003D05EB" w:rsidRDefault="00D57C58" w:rsidP="00FB5824">
            <w:pPr>
              <w:autoSpaceDE w:val="0"/>
              <w:autoSpaceDN w:val="0"/>
              <w:adjustRightInd w:val="0"/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ED3F77">
            <w:pPr>
              <w:jc w:val="center"/>
            </w:pP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ED3F77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6650" w:type="dxa"/>
          </w:tcPr>
          <w:p w:rsidR="00D57C58" w:rsidRPr="003D05EB" w:rsidRDefault="00D57C58" w:rsidP="00ED3F7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ED3F77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6874DA">
            <w:pPr>
              <w:jc w:val="center"/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6650" w:type="dxa"/>
          </w:tcPr>
          <w:p w:rsidR="00D57C58" w:rsidRPr="003D05EB" w:rsidRDefault="00D57C58" w:rsidP="00D83FF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 xml:space="preserve">Земельный налог (по обязательствам, возникшим до 1 января 2006 года)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F30362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ED3F77">
            <w:pPr>
              <w:jc w:val="center"/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6650" w:type="dxa"/>
          </w:tcPr>
          <w:p w:rsidR="00D57C58" w:rsidRPr="003D05EB" w:rsidRDefault="00D57C58" w:rsidP="00ED3F7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Налог с продаж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ED3F77">
            <w:pPr>
              <w:jc w:val="center"/>
            </w:pPr>
            <w:r w:rsidRPr="003D05EB">
              <w:rPr>
                <w:sz w:val="22"/>
                <w:szCs w:val="22"/>
              </w:rPr>
              <w:t>60</w:t>
            </w:r>
          </w:p>
        </w:tc>
      </w:tr>
      <w:tr w:rsidR="00D57C58" w:rsidRPr="00761CA1" w:rsidTr="00C42628">
        <w:trPr>
          <w:cantSplit/>
          <w:trHeight w:val="533"/>
        </w:trPr>
        <w:tc>
          <w:tcPr>
            <w:tcW w:w="658" w:type="dxa"/>
          </w:tcPr>
          <w:p w:rsidR="00D57C58" w:rsidRDefault="00D57C58" w:rsidP="00865A95">
            <w:pPr>
              <w:jc w:val="center"/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6650" w:type="dxa"/>
          </w:tcPr>
          <w:p w:rsidR="00D57C58" w:rsidRPr="003D05EB" w:rsidRDefault="00D57C58" w:rsidP="001A637A">
            <w:r w:rsidRPr="003D05EB">
              <w:rPr>
                <w:sz w:val="22"/>
                <w:szCs w:val="22"/>
              </w:rPr>
              <w:t>Налог на рекламу, мобилизуемый на территориях городских округов</w:t>
            </w:r>
            <w:r w:rsidRPr="003D05E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761CA1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Tr="00C42628">
        <w:trPr>
          <w:cantSplit/>
          <w:trHeight w:val="1037"/>
        </w:trPr>
        <w:tc>
          <w:tcPr>
            <w:tcW w:w="658" w:type="dxa"/>
          </w:tcPr>
          <w:p w:rsidR="00D57C58" w:rsidRDefault="00D57C58" w:rsidP="00865A95">
            <w:pPr>
              <w:jc w:val="center"/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6650" w:type="dxa"/>
          </w:tcPr>
          <w:p w:rsidR="00D57C58" w:rsidRPr="003D05EB" w:rsidRDefault="00D57C58" w:rsidP="00D83FF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  <w:r w:rsidRPr="003D05E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761CA1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865A95">
            <w:pPr>
              <w:jc w:val="center"/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6650" w:type="dxa"/>
          </w:tcPr>
          <w:p w:rsidR="00D57C58" w:rsidRPr="003D05EB" w:rsidRDefault="00D57C58" w:rsidP="00D83FF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местные налоги и сборы, мобилизуемые на территориях городских округов</w:t>
            </w:r>
            <w:r w:rsidRPr="003D05E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C8117B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RPr="00FB5824" w:rsidTr="00C42628">
        <w:trPr>
          <w:cantSplit/>
        </w:trPr>
        <w:tc>
          <w:tcPr>
            <w:tcW w:w="658" w:type="dxa"/>
          </w:tcPr>
          <w:p w:rsidR="00D57C58" w:rsidRPr="00FB5824" w:rsidRDefault="00D57C58" w:rsidP="00A921DA">
            <w:pPr>
              <w:jc w:val="center"/>
              <w:rPr>
                <w:b/>
              </w:rPr>
            </w:pPr>
            <w:r w:rsidRPr="00FB582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650" w:type="dxa"/>
          </w:tcPr>
          <w:p w:rsidR="00D57C58" w:rsidRPr="003D05EB" w:rsidRDefault="00D57C58" w:rsidP="008D686B">
            <w:pPr>
              <w:autoSpaceDE w:val="0"/>
              <w:autoSpaceDN w:val="0"/>
              <w:adjustRightInd w:val="0"/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Доходы от использования и продажи имущества, находящегося в государственной собственности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A93778">
            <w:pPr>
              <w:jc w:val="center"/>
              <w:rPr>
                <w:b/>
              </w:rPr>
            </w:pP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786809">
            <w:pPr>
              <w:jc w:val="center"/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6650" w:type="dxa"/>
            <w:vAlign w:val="center"/>
          </w:tcPr>
          <w:p w:rsidR="00D57C58" w:rsidRPr="003D05EB" w:rsidRDefault="00D57C58" w:rsidP="007E2403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786809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RPr="00FB5824" w:rsidTr="00C42628">
        <w:trPr>
          <w:cantSplit/>
        </w:trPr>
        <w:tc>
          <w:tcPr>
            <w:tcW w:w="658" w:type="dxa"/>
          </w:tcPr>
          <w:p w:rsidR="00D57C58" w:rsidRPr="00FB5824" w:rsidRDefault="00D57C58" w:rsidP="00FB58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FB582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650" w:type="dxa"/>
          </w:tcPr>
          <w:p w:rsidR="00D57C58" w:rsidRPr="003D05EB" w:rsidRDefault="00D57C58" w:rsidP="00FB5824">
            <w:pPr>
              <w:autoSpaceDE w:val="0"/>
              <w:autoSpaceDN w:val="0"/>
              <w:adjustRightInd w:val="0"/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FB5824">
            <w:pPr>
              <w:rPr>
                <w:b/>
              </w:rPr>
            </w:pP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3C4421">
            <w:pPr>
              <w:jc w:val="center"/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6650" w:type="dxa"/>
            <w:vAlign w:val="center"/>
          </w:tcPr>
          <w:p w:rsidR="00D57C58" w:rsidRPr="003D05EB" w:rsidRDefault="00D57C58" w:rsidP="00155AD0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155AD0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3C4421">
            <w:pPr>
              <w:jc w:val="center"/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6650" w:type="dxa"/>
            <w:vAlign w:val="center"/>
          </w:tcPr>
          <w:p w:rsidR="00D57C58" w:rsidRPr="003D05EB" w:rsidRDefault="00D57C58" w:rsidP="00155AD0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155AD0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860449">
            <w:pPr>
              <w:jc w:val="center"/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6650" w:type="dxa"/>
            <w:vAlign w:val="center"/>
          </w:tcPr>
          <w:p w:rsidR="00D57C58" w:rsidRPr="003D05EB" w:rsidRDefault="00D57C58" w:rsidP="00155AD0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155AD0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RPr="00FB5824" w:rsidTr="00C42628">
        <w:trPr>
          <w:cantSplit/>
        </w:trPr>
        <w:tc>
          <w:tcPr>
            <w:tcW w:w="658" w:type="dxa"/>
          </w:tcPr>
          <w:p w:rsidR="00D57C58" w:rsidRPr="00FB5824" w:rsidRDefault="00D57C58" w:rsidP="00A921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FB582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650" w:type="dxa"/>
          </w:tcPr>
          <w:p w:rsidR="00D57C58" w:rsidRPr="003D05EB" w:rsidRDefault="00D57C58" w:rsidP="00FB5824">
            <w:pPr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A93778">
            <w:pPr>
              <w:jc w:val="center"/>
              <w:rPr>
                <w:b/>
              </w:rPr>
            </w:pP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766BD6">
            <w:pPr>
              <w:jc w:val="center"/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6650" w:type="dxa"/>
            <w:vAlign w:val="center"/>
          </w:tcPr>
          <w:p w:rsidR="00D57C58" w:rsidRPr="003D05EB" w:rsidRDefault="00D57C58" w:rsidP="00CD120F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A767F7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D57C58" w:rsidTr="00C42628">
        <w:trPr>
          <w:cantSplit/>
        </w:trPr>
        <w:tc>
          <w:tcPr>
            <w:tcW w:w="658" w:type="dxa"/>
          </w:tcPr>
          <w:p w:rsidR="00D57C58" w:rsidRDefault="00D57C58" w:rsidP="00766BD6">
            <w:pPr>
              <w:jc w:val="center"/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6650" w:type="dxa"/>
            <w:vAlign w:val="center"/>
          </w:tcPr>
          <w:p w:rsidR="00D57C58" w:rsidRPr="003D05EB" w:rsidRDefault="00D57C58" w:rsidP="00CD120F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3120" w:type="dxa"/>
            <w:vAlign w:val="center"/>
          </w:tcPr>
          <w:p w:rsidR="00D57C58" w:rsidRPr="003D05EB" w:rsidRDefault="00D57C58" w:rsidP="001C4E34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</w:tbl>
    <w:p w:rsidR="00D57C58" w:rsidRDefault="00D57C58">
      <w:pPr>
        <w:rPr>
          <w:sz w:val="22"/>
          <w:szCs w:val="22"/>
        </w:rPr>
      </w:pPr>
    </w:p>
    <w:p w:rsidR="00D57C58" w:rsidRDefault="00D57C58">
      <w:pPr>
        <w:rPr>
          <w:sz w:val="22"/>
          <w:szCs w:val="22"/>
        </w:rPr>
      </w:pPr>
    </w:p>
    <w:p w:rsidR="00D57C58" w:rsidRDefault="00D57C58">
      <w:pPr>
        <w:rPr>
          <w:sz w:val="22"/>
          <w:szCs w:val="22"/>
        </w:rPr>
      </w:pPr>
    </w:p>
    <w:p w:rsidR="00D57C58" w:rsidRDefault="00D57C58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- </w:t>
      </w:r>
    </w:p>
    <w:p w:rsidR="00D57C58" w:rsidRDefault="00D57C58">
      <w:pPr>
        <w:rPr>
          <w:sz w:val="22"/>
          <w:szCs w:val="22"/>
        </w:rPr>
      </w:pPr>
      <w:r>
        <w:rPr>
          <w:sz w:val="22"/>
          <w:szCs w:val="22"/>
        </w:rPr>
        <w:t>начальник финансового управления                                                                             Н.Ф. Демченко</w:t>
      </w:r>
    </w:p>
    <w:sectPr w:rsidR="00D57C58" w:rsidSect="00606F01">
      <w:headerReference w:type="default" r:id="rId6"/>
      <w:pgSz w:w="11906" w:h="16838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C58" w:rsidRDefault="00D57C58" w:rsidP="00C21261">
      <w:r>
        <w:separator/>
      </w:r>
    </w:p>
  </w:endnote>
  <w:endnote w:type="continuationSeparator" w:id="0">
    <w:p w:rsidR="00D57C58" w:rsidRDefault="00D57C58" w:rsidP="00C2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C58" w:rsidRDefault="00D57C58" w:rsidP="00C21261">
      <w:r>
        <w:separator/>
      </w:r>
    </w:p>
  </w:footnote>
  <w:footnote w:type="continuationSeparator" w:id="0">
    <w:p w:rsidR="00D57C58" w:rsidRDefault="00D57C58" w:rsidP="00C21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C58" w:rsidRDefault="00D57C58" w:rsidP="00C21261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1573"/>
    <w:rsid w:val="00000C74"/>
    <w:rsid w:val="000022CA"/>
    <w:rsid w:val="00002784"/>
    <w:rsid w:val="0000342D"/>
    <w:rsid w:val="00006F69"/>
    <w:rsid w:val="000104B8"/>
    <w:rsid w:val="00010922"/>
    <w:rsid w:val="00011635"/>
    <w:rsid w:val="000119D4"/>
    <w:rsid w:val="00011B1E"/>
    <w:rsid w:val="00011F82"/>
    <w:rsid w:val="00012355"/>
    <w:rsid w:val="0001280B"/>
    <w:rsid w:val="00013641"/>
    <w:rsid w:val="000145A8"/>
    <w:rsid w:val="000201FC"/>
    <w:rsid w:val="0002165F"/>
    <w:rsid w:val="000229E2"/>
    <w:rsid w:val="000246A3"/>
    <w:rsid w:val="00025B92"/>
    <w:rsid w:val="00026D4C"/>
    <w:rsid w:val="0002703D"/>
    <w:rsid w:val="000273A5"/>
    <w:rsid w:val="000313DC"/>
    <w:rsid w:val="0003231D"/>
    <w:rsid w:val="000416AB"/>
    <w:rsid w:val="0004537F"/>
    <w:rsid w:val="00046789"/>
    <w:rsid w:val="000475C6"/>
    <w:rsid w:val="00051B22"/>
    <w:rsid w:val="00052F87"/>
    <w:rsid w:val="000541BC"/>
    <w:rsid w:val="00054366"/>
    <w:rsid w:val="00055543"/>
    <w:rsid w:val="00064B8C"/>
    <w:rsid w:val="00071ED7"/>
    <w:rsid w:val="00075A3C"/>
    <w:rsid w:val="00075EF3"/>
    <w:rsid w:val="000765C6"/>
    <w:rsid w:val="00080DD4"/>
    <w:rsid w:val="0008117F"/>
    <w:rsid w:val="00081510"/>
    <w:rsid w:val="00081BA8"/>
    <w:rsid w:val="00083449"/>
    <w:rsid w:val="000856AB"/>
    <w:rsid w:val="00085895"/>
    <w:rsid w:val="00090A6A"/>
    <w:rsid w:val="00090B20"/>
    <w:rsid w:val="00091E6F"/>
    <w:rsid w:val="00093296"/>
    <w:rsid w:val="0009501D"/>
    <w:rsid w:val="000953AA"/>
    <w:rsid w:val="000959EB"/>
    <w:rsid w:val="0009624D"/>
    <w:rsid w:val="000964C0"/>
    <w:rsid w:val="000A06E2"/>
    <w:rsid w:val="000A2F8A"/>
    <w:rsid w:val="000A727D"/>
    <w:rsid w:val="000A7808"/>
    <w:rsid w:val="000B0E81"/>
    <w:rsid w:val="000B48A7"/>
    <w:rsid w:val="000B4C4D"/>
    <w:rsid w:val="000B4FF5"/>
    <w:rsid w:val="000B71EC"/>
    <w:rsid w:val="000C1E89"/>
    <w:rsid w:val="000C3179"/>
    <w:rsid w:val="000C3C68"/>
    <w:rsid w:val="000C5766"/>
    <w:rsid w:val="000D0864"/>
    <w:rsid w:val="000D23AA"/>
    <w:rsid w:val="000D25F9"/>
    <w:rsid w:val="000D2769"/>
    <w:rsid w:val="000D5739"/>
    <w:rsid w:val="000D602A"/>
    <w:rsid w:val="000D62AB"/>
    <w:rsid w:val="000D63B6"/>
    <w:rsid w:val="000E2C4F"/>
    <w:rsid w:val="000E3F9C"/>
    <w:rsid w:val="000E5673"/>
    <w:rsid w:val="000E5B08"/>
    <w:rsid w:val="000E61BB"/>
    <w:rsid w:val="000E6264"/>
    <w:rsid w:val="000F0393"/>
    <w:rsid w:val="000F04ED"/>
    <w:rsid w:val="000F148C"/>
    <w:rsid w:val="000F1573"/>
    <w:rsid w:val="000F1CB8"/>
    <w:rsid w:val="000F2522"/>
    <w:rsid w:val="000F62C6"/>
    <w:rsid w:val="000F7899"/>
    <w:rsid w:val="001002AD"/>
    <w:rsid w:val="0010213B"/>
    <w:rsid w:val="0010223A"/>
    <w:rsid w:val="00105753"/>
    <w:rsid w:val="00106E42"/>
    <w:rsid w:val="00110141"/>
    <w:rsid w:val="00111D60"/>
    <w:rsid w:val="00112132"/>
    <w:rsid w:val="001144B2"/>
    <w:rsid w:val="00114A4B"/>
    <w:rsid w:val="001163B9"/>
    <w:rsid w:val="001216D2"/>
    <w:rsid w:val="001224C8"/>
    <w:rsid w:val="001234CD"/>
    <w:rsid w:val="00124312"/>
    <w:rsid w:val="001247D1"/>
    <w:rsid w:val="00125483"/>
    <w:rsid w:val="0012721E"/>
    <w:rsid w:val="00130825"/>
    <w:rsid w:val="00132A8F"/>
    <w:rsid w:val="001334E9"/>
    <w:rsid w:val="00134C2C"/>
    <w:rsid w:val="00137137"/>
    <w:rsid w:val="00144392"/>
    <w:rsid w:val="001445DA"/>
    <w:rsid w:val="00146813"/>
    <w:rsid w:val="00151B67"/>
    <w:rsid w:val="00152108"/>
    <w:rsid w:val="0015283F"/>
    <w:rsid w:val="001529CA"/>
    <w:rsid w:val="00152DF2"/>
    <w:rsid w:val="00155AD0"/>
    <w:rsid w:val="0016068F"/>
    <w:rsid w:val="00160742"/>
    <w:rsid w:val="0016411C"/>
    <w:rsid w:val="00166F89"/>
    <w:rsid w:val="001701A3"/>
    <w:rsid w:val="0017092E"/>
    <w:rsid w:val="001724B1"/>
    <w:rsid w:val="0017298C"/>
    <w:rsid w:val="00172A73"/>
    <w:rsid w:val="001741B9"/>
    <w:rsid w:val="0017762A"/>
    <w:rsid w:val="001778BB"/>
    <w:rsid w:val="00180638"/>
    <w:rsid w:val="00184C5A"/>
    <w:rsid w:val="0019198D"/>
    <w:rsid w:val="00192FC4"/>
    <w:rsid w:val="00195E08"/>
    <w:rsid w:val="00196E4C"/>
    <w:rsid w:val="001A04D0"/>
    <w:rsid w:val="001A0C19"/>
    <w:rsid w:val="001A153F"/>
    <w:rsid w:val="001A29BF"/>
    <w:rsid w:val="001A2D31"/>
    <w:rsid w:val="001A428C"/>
    <w:rsid w:val="001A5098"/>
    <w:rsid w:val="001A5DF6"/>
    <w:rsid w:val="001A637A"/>
    <w:rsid w:val="001A6C6C"/>
    <w:rsid w:val="001A7C25"/>
    <w:rsid w:val="001B111E"/>
    <w:rsid w:val="001B1747"/>
    <w:rsid w:val="001B499C"/>
    <w:rsid w:val="001B4D83"/>
    <w:rsid w:val="001C1E52"/>
    <w:rsid w:val="001C2194"/>
    <w:rsid w:val="001C34A1"/>
    <w:rsid w:val="001C4343"/>
    <w:rsid w:val="001C4E34"/>
    <w:rsid w:val="001C5BE9"/>
    <w:rsid w:val="001C78FD"/>
    <w:rsid w:val="001C795A"/>
    <w:rsid w:val="001D1A00"/>
    <w:rsid w:val="001D3D34"/>
    <w:rsid w:val="001D7614"/>
    <w:rsid w:val="001E026F"/>
    <w:rsid w:val="001E2E03"/>
    <w:rsid w:val="001E3046"/>
    <w:rsid w:val="001E31EF"/>
    <w:rsid w:val="001E4784"/>
    <w:rsid w:val="001E56BA"/>
    <w:rsid w:val="001F0728"/>
    <w:rsid w:val="001F2392"/>
    <w:rsid w:val="001F2836"/>
    <w:rsid w:val="001F3CEC"/>
    <w:rsid w:val="001F6999"/>
    <w:rsid w:val="00200F56"/>
    <w:rsid w:val="00200FB7"/>
    <w:rsid w:val="002027F4"/>
    <w:rsid w:val="0020303C"/>
    <w:rsid w:val="00203149"/>
    <w:rsid w:val="0020379C"/>
    <w:rsid w:val="00205092"/>
    <w:rsid w:val="00206D47"/>
    <w:rsid w:val="0020766C"/>
    <w:rsid w:val="002118F3"/>
    <w:rsid w:val="00213B26"/>
    <w:rsid w:val="00213D6A"/>
    <w:rsid w:val="0022081B"/>
    <w:rsid w:val="00223026"/>
    <w:rsid w:val="002239B2"/>
    <w:rsid w:val="00223ED6"/>
    <w:rsid w:val="00225664"/>
    <w:rsid w:val="00230001"/>
    <w:rsid w:val="002321CD"/>
    <w:rsid w:val="00232703"/>
    <w:rsid w:val="002337FC"/>
    <w:rsid w:val="00234324"/>
    <w:rsid w:val="00234C30"/>
    <w:rsid w:val="002362BE"/>
    <w:rsid w:val="002422BC"/>
    <w:rsid w:val="00246505"/>
    <w:rsid w:val="0024712F"/>
    <w:rsid w:val="00247FCC"/>
    <w:rsid w:val="00254D0C"/>
    <w:rsid w:val="0025755B"/>
    <w:rsid w:val="00260BC9"/>
    <w:rsid w:val="00260D4F"/>
    <w:rsid w:val="00263F4E"/>
    <w:rsid w:val="0027026E"/>
    <w:rsid w:val="00271954"/>
    <w:rsid w:val="002722D6"/>
    <w:rsid w:val="00273AF6"/>
    <w:rsid w:val="00274431"/>
    <w:rsid w:val="00276874"/>
    <w:rsid w:val="0027747C"/>
    <w:rsid w:val="002778C3"/>
    <w:rsid w:val="00282894"/>
    <w:rsid w:val="00283A22"/>
    <w:rsid w:val="00285090"/>
    <w:rsid w:val="00286FA5"/>
    <w:rsid w:val="00292E34"/>
    <w:rsid w:val="002933BE"/>
    <w:rsid w:val="00297157"/>
    <w:rsid w:val="002A069C"/>
    <w:rsid w:val="002A1159"/>
    <w:rsid w:val="002A3CF8"/>
    <w:rsid w:val="002A3EFD"/>
    <w:rsid w:val="002A5B18"/>
    <w:rsid w:val="002A67BF"/>
    <w:rsid w:val="002A7167"/>
    <w:rsid w:val="002A7431"/>
    <w:rsid w:val="002A74C8"/>
    <w:rsid w:val="002B1D33"/>
    <w:rsid w:val="002B2A35"/>
    <w:rsid w:val="002B3183"/>
    <w:rsid w:val="002B3CB2"/>
    <w:rsid w:val="002C0177"/>
    <w:rsid w:val="002C139B"/>
    <w:rsid w:val="002C14BC"/>
    <w:rsid w:val="002C2AAB"/>
    <w:rsid w:val="002C48B6"/>
    <w:rsid w:val="002C575F"/>
    <w:rsid w:val="002D0199"/>
    <w:rsid w:val="002D04CD"/>
    <w:rsid w:val="002D27AB"/>
    <w:rsid w:val="002D3A3F"/>
    <w:rsid w:val="002D5BBA"/>
    <w:rsid w:val="002D5D97"/>
    <w:rsid w:val="002D66E0"/>
    <w:rsid w:val="002E3C38"/>
    <w:rsid w:val="002E3F4D"/>
    <w:rsid w:val="002E4396"/>
    <w:rsid w:val="002E69A5"/>
    <w:rsid w:val="002E6EF5"/>
    <w:rsid w:val="002F041E"/>
    <w:rsid w:val="002F3E2F"/>
    <w:rsid w:val="002F5CFA"/>
    <w:rsid w:val="00300CDD"/>
    <w:rsid w:val="00300EFF"/>
    <w:rsid w:val="003016B7"/>
    <w:rsid w:val="00302A9E"/>
    <w:rsid w:val="00302AD2"/>
    <w:rsid w:val="003055D1"/>
    <w:rsid w:val="003058A9"/>
    <w:rsid w:val="00305D9E"/>
    <w:rsid w:val="00306258"/>
    <w:rsid w:val="00307EA3"/>
    <w:rsid w:val="00310D23"/>
    <w:rsid w:val="00311D94"/>
    <w:rsid w:val="00312B5C"/>
    <w:rsid w:val="00312FCC"/>
    <w:rsid w:val="00313398"/>
    <w:rsid w:val="00316199"/>
    <w:rsid w:val="00317970"/>
    <w:rsid w:val="003200B0"/>
    <w:rsid w:val="00321BF7"/>
    <w:rsid w:val="00322E1A"/>
    <w:rsid w:val="003238AF"/>
    <w:rsid w:val="00325889"/>
    <w:rsid w:val="00326630"/>
    <w:rsid w:val="00326FD2"/>
    <w:rsid w:val="00333F6D"/>
    <w:rsid w:val="003405D4"/>
    <w:rsid w:val="00341D71"/>
    <w:rsid w:val="00341E51"/>
    <w:rsid w:val="00342C07"/>
    <w:rsid w:val="0034333E"/>
    <w:rsid w:val="00344D3F"/>
    <w:rsid w:val="00345A3E"/>
    <w:rsid w:val="00346CA7"/>
    <w:rsid w:val="00350453"/>
    <w:rsid w:val="00350AD1"/>
    <w:rsid w:val="003529ED"/>
    <w:rsid w:val="00356090"/>
    <w:rsid w:val="00360DAC"/>
    <w:rsid w:val="003625EC"/>
    <w:rsid w:val="00365416"/>
    <w:rsid w:val="00366001"/>
    <w:rsid w:val="00366063"/>
    <w:rsid w:val="0037039A"/>
    <w:rsid w:val="00371CCA"/>
    <w:rsid w:val="00374AE7"/>
    <w:rsid w:val="00376EFF"/>
    <w:rsid w:val="003774E7"/>
    <w:rsid w:val="0037782C"/>
    <w:rsid w:val="00380DF3"/>
    <w:rsid w:val="00381720"/>
    <w:rsid w:val="00382386"/>
    <w:rsid w:val="00384B01"/>
    <w:rsid w:val="00385A7E"/>
    <w:rsid w:val="0039203E"/>
    <w:rsid w:val="00392620"/>
    <w:rsid w:val="00394C6F"/>
    <w:rsid w:val="00397892"/>
    <w:rsid w:val="003A1617"/>
    <w:rsid w:val="003A4F2D"/>
    <w:rsid w:val="003A7244"/>
    <w:rsid w:val="003A750D"/>
    <w:rsid w:val="003B10C9"/>
    <w:rsid w:val="003B1207"/>
    <w:rsid w:val="003B18AA"/>
    <w:rsid w:val="003B2403"/>
    <w:rsid w:val="003B47CE"/>
    <w:rsid w:val="003B6254"/>
    <w:rsid w:val="003B7759"/>
    <w:rsid w:val="003C28CC"/>
    <w:rsid w:val="003C36EF"/>
    <w:rsid w:val="003C4185"/>
    <w:rsid w:val="003C432F"/>
    <w:rsid w:val="003C4421"/>
    <w:rsid w:val="003C6FE1"/>
    <w:rsid w:val="003D05EB"/>
    <w:rsid w:val="003D1A63"/>
    <w:rsid w:val="003D3D23"/>
    <w:rsid w:val="003D53A3"/>
    <w:rsid w:val="003D5483"/>
    <w:rsid w:val="003D548C"/>
    <w:rsid w:val="003D5D2C"/>
    <w:rsid w:val="003D5DDC"/>
    <w:rsid w:val="003D6601"/>
    <w:rsid w:val="003D6788"/>
    <w:rsid w:val="003D70C0"/>
    <w:rsid w:val="003D7D74"/>
    <w:rsid w:val="003E0D78"/>
    <w:rsid w:val="003E2461"/>
    <w:rsid w:val="003E4EF2"/>
    <w:rsid w:val="003E6035"/>
    <w:rsid w:val="003E627B"/>
    <w:rsid w:val="003E64C8"/>
    <w:rsid w:val="003E74CF"/>
    <w:rsid w:val="003E7DBC"/>
    <w:rsid w:val="003F2782"/>
    <w:rsid w:val="003F2E77"/>
    <w:rsid w:val="003F34DB"/>
    <w:rsid w:val="003F37F0"/>
    <w:rsid w:val="003F4494"/>
    <w:rsid w:val="003F4675"/>
    <w:rsid w:val="003F4FD8"/>
    <w:rsid w:val="003F5AD3"/>
    <w:rsid w:val="003F6693"/>
    <w:rsid w:val="003F6D61"/>
    <w:rsid w:val="003F7B77"/>
    <w:rsid w:val="00404D08"/>
    <w:rsid w:val="00406188"/>
    <w:rsid w:val="004066FE"/>
    <w:rsid w:val="00406999"/>
    <w:rsid w:val="00407C75"/>
    <w:rsid w:val="004106B1"/>
    <w:rsid w:val="00411423"/>
    <w:rsid w:val="00414910"/>
    <w:rsid w:val="00415065"/>
    <w:rsid w:val="004158D5"/>
    <w:rsid w:val="004200C0"/>
    <w:rsid w:val="00420513"/>
    <w:rsid w:val="0042725B"/>
    <w:rsid w:val="0042761C"/>
    <w:rsid w:val="00427B82"/>
    <w:rsid w:val="0043013B"/>
    <w:rsid w:val="00430C75"/>
    <w:rsid w:val="00434168"/>
    <w:rsid w:val="004374B8"/>
    <w:rsid w:val="00437763"/>
    <w:rsid w:val="0044089E"/>
    <w:rsid w:val="00441634"/>
    <w:rsid w:val="00441EB1"/>
    <w:rsid w:val="004457FA"/>
    <w:rsid w:val="0044588F"/>
    <w:rsid w:val="004464B1"/>
    <w:rsid w:val="0044692C"/>
    <w:rsid w:val="004507AB"/>
    <w:rsid w:val="00453A79"/>
    <w:rsid w:val="00456CA6"/>
    <w:rsid w:val="00457BB0"/>
    <w:rsid w:val="00461599"/>
    <w:rsid w:val="00462988"/>
    <w:rsid w:val="00467DA8"/>
    <w:rsid w:val="004728F8"/>
    <w:rsid w:val="0047435D"/>
    <w:rsid w:val="00474720"/>
    <w:rsid w:val="004756AB"/>
    <w:rsid w:val="0047585C"/>
    <w:rsid w:val="00475E92"/>
    <w:rsid w:val="004765AB"/>
    <w:rsid w:val="004768A0"/>
    <w:rsid w:val="00476FE6"/>
    <w:rsid w:val="004829CF"/>
    <w:rsid w:val="00483343"/>
    <w:rsid w:val="0048385C"/>
    <w:rsid w:val="00483B48"/>
    <w:rsid w:val="00483FF1"/>
    <w:rsid w:val="0048590C"/>
    <w:rsid w:val="00486858"/>
    <w:rsid w:val="00486C7F"/>
    <w:rsid w:val="00487234"/>
    <w:rsid w:val="00491093"/>
    <w:rsid w:val="0049140E"/>
    <w:rsid w:val="0049159F"/>
    <w:rsid w:val="0049316B"/>
    <w:rsid w:val="00497123"/>
    <w:rsid w:val="004A16F0"/>
    <w:rsid w:val="004A3B84"/>
    <w:rsid w:val="004A43A7"/>
    <w:rsid w:val="004B1FE9"/>
    <w:rsid w:val="004B234E"/>
    <w:rsid w:val="004B2B93"/>
    <w:rsid w:val="004B400E"/>
    <w:rsid w:val="004C1468"/>
    <w:rsid w:val="004C2914"/>
    <w:rsid w:val="004C2C87"/>
    <w:rsid w:val="004C2CC0"/>
    <w:rsid w:val="004C4D6E"/>
    <w:rsid w:val="004C7EAE"/>
    <w:rsid w:val="004D0520"/>
    <w:rsid w:val="004D08C9"/>
    <w:rsid w:val="004D09A7"/>
    <w:rsid w:val="004D2132"/>
    <w:rsid w:val="004D2CCF"/>
    <w:rsid w:val="004D5246"/>
    <w:rsid w:val="004D5BBC"/>
    <w:rsid w:val="004D5EE9"/>
    <w:rsid w:val="004D5FE1"/>
    <w:rsid w:val="004E02D5"/>
    <w:rsid w:val="004E21CA"/>
    <w:rsid w:val="004E4925"/>
    <w:rsid w:val="004F0396"/>
    <w:rsid w:val="004F0505"/>
    <w:rsid w:val="004F2C39"/>
    <w:rsid w:val="004F42B0"/>
    <w:rsid w:val="004F5D29"/>
    <w:rsid w:val="004F69D1"/>
    <w:rsid w:val="004F72C2"/>
    <w:rsid w:val="004F7C67"/>
    <w:rsid w:val="004F7D6F"/>
    <w:rsid w:val="00500682"/>
    <w:rsid w:val="00503166"/>
    <w:rsid w:val="005032CA"/>
    <w:rsid w:val="00504717"/>
    <w:rsid w:val="00505C6B"/>
    <w:rsid w:val="00505C73"/>
    <w:rsid w:val="00510088"/>
    <w:rsid w:val="00510AB3"/>
    <w:rsid w:val="00512E84"/>
    <w:rsid w:val="00513C83"/>
    <w:rsid w:val="00514A88"/>
    <w:rsid w:val="00515A64"/>
    <w:rsid w:val="00515DF2"/>
    <w:rsid w:val="00520A3E"/>
    <w:rsid w:val="00520FB1"/>
    <w:rsid w:val="00522567"/>
    <w:rsid w:val="0052313B"/>
    <w:rsid w:val="00526811"/>
    <w:rsid w:val="00527A16"/>
    <w:rsid w:val="00530960"/>
    <w:rsid w:val="00537363"/>
    <w:rsid w:val="005400F9"/>
    <w:rsid w:val="0054135A"/>
    <w:rsid w:val="005413FA"/>
    <w:rsid w:val="00542707"/>
    <w:rsid w:val="00547363"/>
    <w:rsid w:val="0055034E"/>
    <w:rsid w:val="005521FC"/>
    <w:rsid w:val="005543EB"/>
    <w:rsid w:val="00554974"/>
    <w:rsid w:val="00554E31"/>
    <w:rsid w:val="00555530"/>
    <w:rsid w:val="005558BC"/>
    <w:rsid w:val="005566A0"/>
    <w:rsid w:val="005603C9"/>
    <w:rsid w:val="00560F2E"/>
    <w:rsid w:val="005631F0"/>
    <w:rsid w:val="00563841"/>
    <w:rsid w:val="005646DB"/>
    <w:rsid w:val="00565E2F"/>
    <w:rsid w:val="00566FB3"/>
    <w:rsid w:val="0057277C"/>
    <w:rsid w:val="00573234"/>
    <w:rsid w:val="005733A3"/>
    <w:rsid w:val="00574E08"/>
    <w:rsid w:val="0057648B"/>
    <w:rsid w:val="00580126"/>
    <w:rsid w:val="005834CE"/>
    <w:rsid w:val="00585197"/>
    <w:rsid w:val="00587804"/>
    <w:rsid w:val="00587977"/>
    <w:rsid w:val="00587CAB"/>
    <w:rsid w:val="00590223"/>
    <w:rsid w:val="0059334C"/>
    <w:rsid w:val="00593811"/>
    <w:rsid w:val="00595B32"/>
    <w:rsid w:val="00595B87"/>
    <w:rsid w:val="00595E01"/>
    <w:rsid w:val="0059668C"/>
    <w:rsid w:val="005A1340"/>
    <w:rsid w:val="005A2C40"/>
    <w:rsid w:val="005A3FD4"/>
    <w:rsid w:val="005A41EF"/>
    <w:rsid w:val="005A4318"/>
    <w:rsid w:val="005A4F6D"/>
    <w:rsid w:val="005A6BB3"/>
    <w:rsid w:val="005A6C79"/>
    <w:rsid w:val="005A71D6"/>
    <w:rsid w:val="005B058E"/>
    <w:rsid w:val="005B14E3"/>
    <w:rsid w:val="005B2903"/>
    <w:rsid w:val="005B6245"/>
    <w:rsid w:val="005B6E80"/>
    <w:rsid w:val="005B702B"/>
    <w:rsid w:val="005C702A"/>
    <w:rsid w:val="005D179C"/>
    <w:rsid w:val="005D228F"/>
    <w:rsid w:val="005D2A14"/>
    <w:rsid w:val="005D40B9"/>
    <w:rsid w:val="005D4E0E"/>
    <w:rsid w:val="005D6082"/>
    <w:rsid w:val="005D6B32"/>
    <w:rsid w:val="005D7843"/>
    <w:rsid w:val="005E2C91"/>
    <w:rsid w:val="005E34AD"/>
    <w:rsid w:val="005E5BAC"/>
    <w:rsid w:val="005F0177"/>
    <w:rsid w:val="005F105D"/>
    <w:rsid w:val="005F139D"/>
    <w:rsid w:val="005F2601"/>
    <w:rsid w:val="005F4493"/>
    <w:rsid w:val="0060053A"/>
    <w:rsid w:val="006008E9"/>
    <w:rsid w:val="00600E7F"/>
    <w:rsid w:val="006029B8"/>
    <w:rsid w:val="00603D56"/>
    <w:rsid w:val="00604F3D"/>
    <w:rsid w:val="00606F01"/>
    <w:rsid w:val="00612233"/>
    <w:rsid w:val="00612BC8"/>
    <w:rsid w:val="00612C9A"/>
    <w:rsid w:val="006158C5"/>
    <w:rsid w:val="006164EA"/>
    <w:rsid w:val="00616D27"/>
    <w:rsid w:val="0062013C"/>
    <w:rsid w:val="00620CAD"/>
    <w:rsid w:val="006214DC"/>
    <w:rsid w:val="0062594D"/>
    <w:rsid w:val="0062757A"/>
    <w:rsid w:val="00627FE3"/>
    <w:rsid w:val="006315B2"/>
    <w:rsid w:val="00634AD4"/>
    <w:rsid w:val="0063536F"/>
    <w:rsid w:val="00635EFE"/>
    <w:rsid w:val="00636ACE"/>
    <w:rsid w:val="006400C0"/>
    <w:rsid w:val="006426B4"/>
    <w:rsid w:val="00645991"/>
    <w:rsid w:val="00651E97"/>
    <w:rsid w:val="006531D3"/>
    <w:rsid w:val="00654462"/>
    <w:rsid w:val="0065495A"/>
    <w:rsid w:val="00654A75"/>
    <w:rsid w:val="00655086"/>
    <w:rsid w:val="00655D38"/>
    <w:rsid w:val="00655E46"/>
    <w:rsid w:val="006614C1"/>
    <w:rsid w:val="00663EC8"/>
    <w:rsid w:val="0066436C"/>
    <w:rsid w:val="00664562"/>
    <w:rsid w:val="006667DC"/>
    <w:rsid w:val="006746E2"/>
    <w:rsid w:val="00675752"/>
    <w:rsid w:val="00675DD2"/>
    <w:rsid w:val="00675E92"/>
    <w:rsid w:val="00675E9A"/>
    <w:rsid w:val="00684E9F"/>
    <w:rsid w:val="006874DA"/>
    <w:rsid w:val="00691718"/>
    <w:rsid w:val="00693FEA"/>
    <w:rsid w:val="006942A9"/>
    <w:rsid w:val="00695D76"/>
    <w:rsid w:val="00696CBA"/>
    <w:rsid w:val="00697001"/>
    <w:rsid w:val="006A1956"/>
    <w:rsid w:val="006A2ADB"/>
    <w:rsid w:val="006A46FE"/>
    <w:rsid w:val="006A57FB"/>
    <w:rsid w:val="006A7DDE"/>
    <w:rsid w:val="006B2F9E"/>
    <w:rsid w:val="006B3776"/>
    <w:rsid w:val="006B4B53"/>
    <w:rsid w:val="006B4E45"/>
    <w:rsid w:val="006B71E1"/>
    <w:rsid w:val="006C03D3"/>
    <w:rsid w:val="006C124A"/>
    <w:rsid w:val="006C2204"/>
    <w:rsid w:val="006C311D"/>
    <w:rsid w:val="006C3973"/>
    <w:rsid w:val="006C73AD"/>
    <w:rsid w:val="006C7FB1"/>
    <w:rsid w:val="006D0072"/>
    <w:rsid w:val="006D2029"/>
    <w:rsid w:val="006D2F7E"/>
    <w:rsid w:val="006D3901"/>
    <w:rsid w:val="006D4F01"/>
    <w:rsid w:val="006D53F8"/>
    <w:rsid w:val="006D56BF"/>
    <w:rsid w:val="006D61DE"/>
    <w:rsid w:val="006D71B3"/>
    <w:rsid w:val="006D7B1B"/>
    <w:rsid w:val="006E2FFB"/>
    <w:rsid w:val="006E5B1C"/>
    <w:rsid w:val="006E77CE"/>
    <w:rsid w:val="006F0A4E"/>
    <w:rsid w:val="006F0D12"/>
    <w:rsid w:val="006F3F5B"/>
    <w:rsid w:val="006F5056"/>
    <w:rsid w:val="006F5CDE"/>
    <w:rsid w:val="006F6EA0"/>
    <w:rsid w:val="00700955"/>
    <w:rsid w:val="007022CF"/>
    <w:rsid w:val="00704B3B"/>
    <w:rsid w:val="00704D79"/>
    <w:rsid w:val="00705855"/>
    <w:rsid w:val="00705AEC"/>
    <w:rsid w:val="00710BB3"/>
    <w:rsid w:val="0071103A"/>
    <w:rsid w:val="00711EAD"/>
    <w:rsid w:val="0071230D"/>
    <w:rsid w:val="007133EE"/>
    <w:rsid w:val="00716397"/>
    <w:rsid w:val="00717683"/>
    <w:rsid w:val="00721A92"/>
    <w:rsid w:val="00723234"/>
    <w:rsid w:val="00724A50"/>
    <w:rsid w:val="00726E2C"/>
    <w:rsid w:val="007270CF"/>
    <w:rsid w:val="00727922"/>
    <w:rsid w:val="007349D5"/>
    <w:rsid w:val="00734C58"/>
    <w:rsid w:val="00735059"/>
    <w:rsid w:val="00737B43"/>
    <w:rsid w:val="00737D30"/>
    <w:rsid w:val="007417B3"/>
    <w:rsid w:val="00743200"/>
    <w:rsid w:val="007455C4"/>
    <w:rsid w:val="00745B86"/>
    <w:rsid w:val="0075006E"/>
    <w:rsid w:val="0075089B"/>
    <w:rsid w:val="0075363C"/>
    <w:rsid w:val="00754863"/>
    <w:rsid w:val="00754C14"/>
    <w:rsid w:val="007605DD"/>
    <w:rsid w:val="00761CA1"/>
    <w:rsid w:val="00762140"/>
    <w:rsid w:val="0076418E"/>
    <w:rsid w:val="00765F9A"/>
    <w:rsid w:val="00766BD6"/>
    <w:rsid w:val="007706E4"/>
    <w:rsid w:val="007715A3"/>
    <w:rsid w:val="007715E1"/>
    <w:rsid w:val="0077250D"/>
    <w:rsid w:val="0077548D"/>
    <w:rsid w:val="007756AE"/>
    <w:rsid w:val="007770BF"/>
    <w:rsid w:val="007861AC"/>
    <w:rsid w:val="00786809"/>
    <w:rsid w:val="00786B2B"/>
    <w:rsid w:val="00786E50"/>
    <w:rsid w:val="0078775F"/>
    <w:rsid w:val="007918F0"/>
    <w:rsid w:val="00793412"/>
    <w:rsid w:val="00794C09"/>
    <w:rsid w:val="007960F7"/>
    <w:rsid w:val="007968E5"/>
    <w:rsid w:val="00797947"/>
    <w:rsid w:val="007A00AF"/>
    <w:rsid w:val="007A6053"/>
    <w:rsid w:val="007A6A11"/>
    <w:rsid w:val="007A7199"/>
    <w:rsid w:val="007A74BD"/>
    <w:rsid w:val="007A7DD6"/>
    <w:rsid w:val="007B10C8"/>
    <w:rsid w:val="007B3373"/>
    <w:rsid w:val="007B4890"/>
    <w:rsid w:val="007B4A73"/>
    <w:rsid w:val="007B5C21"/>
    <w:rsid w:val="007C2753"/>
    <w:rsid w:val="007C294C"/>
    <w:rsid w:val="007C29FF"/>
    <w:rsid w:val="007D03C0"/>
    <w:rsid w:val="007D429A"/>
    <w:rsid w:val="007D4758"/>
    <w:rsid w:val="007D4F17"/>
    <w:rsid w:val="007D774E"/>
    <w:rsid w:val="007E2403"/>
    <w:rsid w:val="007E557B"/>
    <w:rsid w:val="007E5643"/>
    <w:rsid w:val="007F1FE7"/>
    <w:rsid w:val="007F23D7"/>
    <w:rsid w:val="007F45D8"/>
    <w:rsid w:val="007F4D67"/>
    <w:rsid w:val="007F6648"/>
    <w:rsid w:val="007F6A64"/>
    <w:rsid w:val="007F6AF3"/>
    <w:rsid w:val="007F7E3E"/>
    <w:rsid w:val="00800115"/>
    <w:rsid w:val="00805D65"/>
    <w:rsid w:val="0081072B"/>
    <w:rsid w:val="008134AA"/>
    <w:rsid w:val="008141EC"/>
    <w:rsid w:val="008160DA"/>
    <w:rsid w:val="008241B1"/>
    <w:rsid w:val="0082572B"/>
    <w:rsid w:val="0082629E"/>
    <w:rsid w:val="00826CC5"/>
    <w:rsid w:val="00832B6F"/>
    <w:rsid w:val="00833511"/>
    <w:rsid w:val="008347C1"/>
    <w:rsid w:val="008367FD"/>
    <w:rsid w:val="0083696B"/>
    <w:rsid w:val="008408D2"/>
    <w:rsid w:val="00842728"/>
    <w:rsid w:val="00842B47"/>
    <w:rsid w:val="008434E9"/>
    <w:rsid w:val="008464B1"/>
    <w:rsid w:val="00850DF0"/>
    <w:rsid w:val="008520DE"/>
    <w:rsid w:val="008525E4"/>
    <w:rsid w:val="00853A72"/>
    <w:rsid w:val="00853F84"/>
    <w:rsid w:val="00855257"/>
    <w:rsid w:val="00860449"/>
    <w:rsid w:val="0086097E"/>
    <w:rsid w:val="00860F74"/>
    <w:rsid w:val="008616A6"/>
    <w:rsid w:val="00861A24"/>
    <w:rsid w:val="00865A95"/>
    <w:rsid w:val="008662F7"/>
    <w:rsid w:val="00867185"/>
    <w:rsid w:val="00871E66"/>
    <w:rsid w:val="008722F6"/>
    <w:rsid w:val="0087492F"/>
    <w:rsid w:val="00877AAB"/>
    <w:rsid w:val="00880256"/>
    <w:rsid w:val="00880E95"/>
    <w:rsid w:val="00883909"/>
    <w:rsid w:val="00885DA9"/>
    <w:rsid w:val="0088669E"/>
    <w:rsid w:val="008867C0"/>
    <w:rsid w:val="00886BE8"/>
    <w:rsid w:val="00886F05"/>
    <w:rsid w:val="00887D59"/>
    <w:rsid w:val="0089071E"/>
    <w:rsid w:val="0089515D"/>
    <w:rsid w:val="0089571A"/>
    <w:rsid w:val="008959DC"/>
    <w:rsid w:val="008976B9"/>
    <w:rsid w:val="008A1361"/>
    <w:rsid w:val="008A300D"/>
    <w:rsid w:val="008A3213"/>
    <w:rsid w:val="008A7EBD"/>
    <w:rsid w:val="008B07EA"/>
    <w:rsid w:val="008B0D44"/>
    <w:rsid w:val="008B1554"/>
    <w:rsid w:val="008B1C0D"/>
    <w:rsid w:val="008B2D11"/>
    <w:rsid w:val="008B356A"/>
    <w:rsid w:val="008B3E3B"/>
    <w:rsid w:val="008B4C5E"/>
    <w:rsid w:val="008B5147"/>
    <w:rsid w:val="008B559F"/>
    <w:rsid w:val="008C21D8"/>
    <w:rsid w:val="008C366E"/>
    <w:rsid w:val="008C61F7"/>
    <w:rsid w:val="008D07C4"/>
    <w:rsid w:val="008D1E38"/>
    <w:rsid w:val="008D3AEB"/>
    <w:rsid w:val="008D3CBA"/>
    <w:rsid w:val="008D45BF"/>
    <w:rsid w:val="008D54F6"/>
    <w:rsid w:val="008D686B"/>
    <w:rsid w:val="008D6D2C"/>
    <w:rsid w:val="008D7C79"/>
    <w:rsid w:val="008E25BA"/>
    <w:rsid w:val="008E2EAB"/>
    <w:rsid w:val="008E4229"/>
    <w:rsid w:val="008E5A02"/>
    <w:rsid w:val="008E5FF7"/>
    <w:rsid w:val="008E64BE"/>
    <w:rsid w:val="008E6531"/>
    <w:rsid w:val="008E79D9"/>
    <w:rsid w:val="008F16D2"/>
    <w:rsid w:val="008F1FA2"/>
    <w:rsid w:val="008F558E"/>
    <w:rsid w:val="008F5ABE"/>
    <w:rsid w:val="009015FF"/>
    <w:rsid w:val="00902B7B"/>
    <w:rsid w:val="00903560"/>
    <w:rsid w:val="009035A2"/>
    <w:rsid w:val="00904E8D"/>
    <w:rsid w:val="00905569"/>
    <w:rsid w:val="009057B2"/>
    <w:rsid w:val="009064D0"/>
    <w:rsid w:val="00906D10"/>
    <w:rsid w:val="00910570"/>
    <w:rsid w:val="00910DB5"/>
    <w:rsid w:val="00911D90"/>
    <w:rsid w:val="00911E34"/>
    <w:rsid w:val="00915E5F"/>
    <w:rsid w:val="00917D4A"/>
    <w:rsid w:val="0092221F"/>
    <w:rsid w:val="00922496"/>
    <w:rsid w:val="00923ED3"/>
    <w:rsid w:val="009250E3"/>
    <w:rsid w:val="00926347"/>
    <w:rsid w:val="00927C3B"/>
    <w:rsid w:val="00933116"/>
    <w:rsid w:val="00933467"/>
    <w:rsid w:val="00934BDC"/>
    <w:rsid w:val="009350D2"/>
    <w:rsid w:val="00935274"/>
    <w:rsid w:val="00937181"/>
    <w:rsid w:val="00937786"/>
    <w:rsid w:val="00940AAD"/>
    <w:rsid w:val="00941063"/>
    <w:rsid w:val="00941A8F"/>
    <w:rsid w:val="00941F78"/>
    <w:rsid w:val="009422F1"/>
    <w:rsid w:val="009426F3"/>
    <w:rsid w:val="00943B76"/>
    <w:rsid w:val="00945C55"/>
    <w:rsid w:val="00945F9C"/>
    <w:rsid w:val="009477F8"/>
    <w:rsid w:val="009479EB"/>
    <w:rsid w:val="00951547"/>
    <w:rsid w:val="00951C4B"/>
    <w:rsid w:val="00952C65"/>
    <w:rsid w:val="00955A6A"/>
    <w:rsid w:val="00960415"/>
    <w:rsid w:val="0096074C"/>
    <w:rsid w:val="00960A22"/>
    <w:rsid w:val="0096100C"/>
    <w:rsid w:val="009624DC"/>
    <w:rsid w:val="00963A31"/>
    <w:rsid w:val="00963BE4"/>
    <w:rsid w:val="00965349"/>
    <w:rsid w:val="0096587F"/>
    <w:rsid w:val="00966AB4"/>
    <w:rsid w:val="00967A76"/>
    <w:rsid w:val="0097106E"/>
    <w:rsid w:val="0097173C"/>
    <w:rsid w:val="00971AB6"/>
    <w:rsid w:val="009743D6"/>
    <w:rsid w:val="0097624D"/>
    <w:rsid w:val="009802AE"/>
    <w:rsid w:val="009822B6"/>
    <w:rsid w:val="00982321"/>
    <w:rsid w:val="0098314C"/>
    <w:rsid w:val="00983802"/>
    <w:rsid w:val="00983A25"/>
    <w:rsid w:val="009847A2"/>
    <w:rsid w:val="0098523B"/>
    <w:rsid w:val="00987474"/>
    <w:rsid w:val="00991ECF"/>
    <w:rsid w:val="00991FF1"/>
    <w:rsid w:val="0099328C"/>
    <w:rsid w:val="0099405E"/>
    <w:rsid w:val="009A04D3"/>
    <w:rsid w:val="009A38FC"/>
    <w:rsid w:val="009A3B9F"/>
    <w:rsid w:val="009A6A05"/>
    <w:rsid w:val="009A73BF"/>
    <w:rsid w:val="009B5F36"/>
    <w:rsid w:val="009C12A3"/>
    <w:rsid w:val="009C182A"/>
    <w:rsid w:val="009C30D9"/>
    <w:rsid w:val="009C3FD8"/>
    <w:rsid w:val="009C59D3"/>
    <w:rsid w:val="009C6AB9"/>
    <w:rsid w:val="009D37A4"/>
    <w:rsid w:val="009D4CA2"/>
    <w:rsid w:val="009D4E55"/>
    <w:rsid w:val="009D5E11"/>
    <w:rsid w:val="009D6353"/>
    <w:rsid w:val="009D701A"/>
    <w:rsid w:val="009D7415"/>
    <w:rsid w:val="009D773D"/>
    <w:rsid w:val="009E06F6"/>
    <w:rsid w:val="009E13BB"/>
    <w:rsid w:val="009E1A89"/>
    <w:rsid w:val="009E1E52"/>
    <w:rsid w:val="009E1FD2"/>
    <w:rsid w:val="009E5EA3"/>
    <w:rsid w:val="009F3164"/>
    <w:rsid w:val="009F32CC"/>
    <w:rsid w:val="009F4B5B"/>
    <w:rsid w:val="009F696E"/>
    <w:rsid w:val="009F6F17"/>
    <w:rsid w:val="009F71EA"/>
    <w:rsid w:val="00A02A22"/>
    <w:rsid w:val="00A0356F"/>
    <w:rsid w:val="00A05264"/>
    <w:rsid w:val="00A06952"/>
    <w:rsid w:val="00A06BF0"/>
    <w:rsid w:val="00A102A0"/>
    <w:rsid w:val="00A10EE3"/>
    <w:rsid w:val="00A11744"/>
    <w:rsid w:val="00A120FE"/>
    <w:rsid w:val="00A137C4"/>
    <w:rsid w:val="00A15821"/>
    <w:rsid w:val="00A1689D"/>
    <w:rsid w:val="00A20B74"/>
    <w:rsid w:val="00A23D10"/>
    <w:rsid w:val="00A23F54"/>
    <w:rsid w:val="00A266D7"/>
    <w:rsid w:val="00A26B75"/>
    <w:rsid w:val="00A30828"/>
    <w:rsid w:val="00A30927"/>
    <w:rsid w:val="00A30D9D"/>
    <w:rsid w:val="00A31792"/>
    <w:rsid w:val="00A33171"/>
    <w:rsid w:val="00A334D5"/>
    <w:rsid w:val="00A33FA6"/>
    <w:rsid w:val="00A34CED"/>
    <w:rsid w:val="00A34EAE"/>
    <w:rsid w:val="00A361FC"/>
    <w:rsid w:val="00A37DF7"/>
    <w:rsid w:val="00A4142A"/>
    <w:rsid w:val="00A4143D"/>
    <w:rsid w:val="00A4198C"/>
    <w:rsid w:val="00A420E5"/>
    <w:rsid w:val="00A424C5"/>
    <w:rsid w:val="00A458DB"/>
    <w:rsid w:val="00A5528D"/>
    <w:rsid w:val="00A55A56"/>
    <w:rsid w:val="00A57CC5"/>
    <w:rsid w:val="00A6098D"/>
    <w:rsid w:val="00A60DE1"/>
    <w:rsid w:val="00A70D99"/>
    <w:rsid w:val="00A70DF7"/>
    <w:rsid w:val="00A71EB8"/>
    <w:rsid w:val="00A71FFD"/>
    <w:rsid w:val="00A767F7"/>
    <w:rsid w:val="00A77D5C"/>
    <w:rsid w:val="00A811BD"/>
    <w:rsid w:val="00A81AAE"/>
    <w:rsid w:val="00A82D8E"/>
    <w:rsid w:val="00A834BA"/>
    <w:rsid w:val="00A836BD"/>
    <w:rsid w:val="00A83762"/>
    <w:rsid w:val="00A84813"/>
    <w:rsid w:val="00A858FA"/>
    <w:rsid w:val="00A865D2"/>
    <w:rsid w:val="00A87F8B"/>
    <w:rsid w:val="00A921DA"/>
    <w:rsid w:val="00A926C4"/>
    <w:rsid w:val="00A92EE4"/>
    <w:rsid w:val="00A93778"/>
    <w:rsid w:val="00AA02ED"/>
    <w:rsid w:val="00AA1C22"/>
    <w:rsid w:val="00AA21BC"/>
    <w:rsid w:val="00AA67C5"/>
    <w:rsid w:val="00AA6C22"/>
    <w:rsid w:val="00AB13AD"/>
    <w:rsid w:val="00AB4BD7"/>
    <w:rsid w:val="00AB644A"/>
    <w:rsid w:val="00AC113B"/>
    <w:rsid w:val="00AC53BA"/>
    <w:rsid w:val="00AC6049"/>
    <w:rsid w:val="00AD1CD9"/>
    <w:rsid w:val="00AD457C"/>
    <w:rsid w:val="00AD47DE"/>
    <w:rsid w:val="00AD6C55"/>
    <w:rsid w:val="00AD7C35"/>
    <w:rsid w:val="00AE1244"/>
    <w:rsid w:val="00AE21BD"/>
    <w:rsid w:val="00AE391A"/>
    <w:rsid w:val="00AE5F0A"/>
    <w:rsid w:val="00AE6B90"/>
    <w:rsid w:val="00AF2209"/>
    <w:rsid w:val="00AF2825"/>
    <w:rsid w:val="00AF345F"/>
    <w:rsid w:val="00AF7475"/>
    <w:rsid w:val="00AF7644"/>
    <w:rsid w:val="00B001A9"/>
    <w:rsid w:val="00B015A5"/>
    <w:rsid w:val="00B016A8"/>
    <w:rsid w:val="00B01704"/>
    <w:rsid w:val="00B01D5B"/>
    <w:rsid w:val="00B0432F"/>
    <w:rsid w:val="00B06C8C"/>
    <w:rsid w:val="00B14258"/>
    <w:rsid w:val="00B14441"/>
    <w:rsid w:val="00B15CBD"/>
    <w:rsid w:val="00B200D4"/>
    <w:rsid w:val="00B21F96"/>
    <w:rsid w:val="00B2277F"/>
    <w:rsid w:val="00B253D6"/>
    <w:rsid w:val="00B25B40"/>
    <w:rsid w:val="00B262FC"/>
    <w:rsid w:val="00B27B0B"/>
    <w:rsid w:val="00B32684"/>
    <w:rsid w:val="00B32889"/>
    <w:rsid w:val="00B34142"/>
    <w:rsid w:val="00B3441F"/>
    <w:rsid w:val="00B37FDC"/>
    <w:rsid w:val="00B410FE"/>
    <w:rsid w:val="00B428D9"/>
    <w:rsid w:val="00B471F5"/>
    <w:rsid w:val="00B47C8E"/>
    <w:rsid w:val="00B505B3"/>
    <w:rsid w:val="00B51CCF"/>
    <w:rsid w:val="00B53C11"/>
    <w:rsid w:val="00B54955"/>
    <w:rsid w:val="00B57667"/>
    <w:rsid w:val="00B6252D"/>
    <w:rsid w:val="00B63A7B"/>
    <w:rsid w:val="00B63CD3"/>
    <w:rsid w:val="00B645CB"/>
    <w:rsid w:val="00B64D26"/>
    <w:rsid w:val="00B66398"/>
    <w:rsid w:val="00B666AF"/>
    <w:rsid w:val="00B72217"/>
    <w:rsid w:val="00B758F5"/>
    <w:rsid w:val="00B75A7C"/>
    <w:rsid w:val="00B768DB"/>
    <w:rsid w:val="00B76CF6"/>
    <w:rsid w:val="00B801A2"/>
    <w:rsid w:val="00B801F1"/>
    <w:rsid w:val="00B806F6"/>
    <w:rsid w:val="00B85587"/>
    <w:rsid w:val="00B861FA"/>
    <w:rsid w:val="00B91EDE"/>
    <w:rsid w:val="00B94737"/>
    <w:rsid w:val="00B97A1E"/>
    <w:rsid w:val="00BA0036"/>
    <w:rsid w:val="00BA0AD0"/>
    <w:rsid w:val="00BA0CC4"/>
    <w:rsid w:val="00BA2389"/>
    <w:rsid w:val="00BA26EC"/>
    <w:rsid w:val="00BA4ADE"/>
    <w:rsid w:val="00BA5BCD"/>
    <w:rsid w:val="00BB2297"/>
    <w:rsid w:val="00BB338E"/>
    <w:rsid w:val="00BB581F"/>
    <w:rsid w:val="00BB5B21"/>
    <w:rsid w:val="00BC1016"/>
    <w:rsid w:val="00BC1949"/>
    <w:rsid w:val="00BC2368"/>
    <w:rsid w:val="00BC5E2F"/>
    <w:rsid w:val="00BC7142"/>
    <w:rsid w:val="00BD2F3A"/>
    <w:rsid w:val="00BD769C"/>
    <w:rsid w:val="00BE0BDF"/>
    <w:rsid w:val="00BE160D"/>
    <w:rsid w:val="00BE40EE"/>
    <w:rsid w:val="00BE4F82"/>
    <w:rsid w:val="00BE55C3"/>
    <w:rsid w:val="00BF4E5E"/>
    <w:rsid w:val="00C036CA"/>
    <w:rsid w:val="00C0428D"/>
    <w:rsid w:val="00C04E94"/>
    <w:rsid w:val="00C06FA7"/>
    <w:rsid w:val="00C071DC"/>
    <w:rsid w:val="00C07811"/>
    <w:rsid w:val="00C1009B"/>
    <w:rsid w:val="00C12F41"/>
    <w:rsid w:val="00C177AB"/>
    <w:rsid w:val="00C20E40"/>
    <w:rsid w:val="00C21261"/>
    <w:rsid w:val="00C227C9"/>
    <w:rsid w:val="00C22DD0"/>
    <w:rsid w:val="00C23CAB"/>
    <w:rsid w:val="00C2678C"/>
    <w:rsid w:val="00C27954"/>
    <w:rsid w:val="00C3149B"/>
    <w:rsid w:val="00C31DAA"/>
    <w:rsid w:val="00C35101"/>
    <w:rsid w:val="00C368A3"/>
    <w:rsid w:val="00C36C6C"/>
    <w:rsid w:val="00C36DC7"/>
    <w:rsid w:val="00C36DF7"/>
    <w:rsid w:val="00C37C05"/>
    <w:rsid w:val="00C4020A"/>
    <w:rsid w:val="00C40582"/>
    <w:rsid w:val="00C4222F"/>
    <w:rsid w:val="00C42628"/>
    <w:rsid w:val="00C446C9"/>
    <w:rsid w:val="00C4517C"/>
    <w:rsid w:val="00C45CDD"/>
    <w:rsid w:val="00C50963"/>
    <w:rsid w:val="00C50B1A"/>
    <w:rsid w:val="00C50D5A"/>
    <w:rsid w:val="00C51CB9"/>
    <w:rsid w:val="00C52710"/>
    <w:rsid w:val="00C52CDE"/>
    <w:rsid w:val="00C53235"/>
    <w:rsid w:val="00C53C82"/>
    <w:rsid w:val="00C57073"/>
    <w:rsid w:val="00C6223B"/>
    <w:rsid w:val="00C626EE"/>
    <w:rsid w:val="00C660F9"/>
    <w:rsid w:val="00C67DD5"/>
    <w:rsid w:val="00C67E2B"/>
    <w:rsid w:val="00C7026B"/>
    <w:rsid w:val="00C70E76"/>
    <w:rsid w:val="00C72315"/>
    <w:rsid w:val="00C73BA6"/>
    <w:rsid w:val="00C73F87"/>
    <w:rsid w:val="00C743F8"/>
    <w:rsid w:val="00C750DD"/>
    <w:rsid w:val="00C751A4"/>
    <w:rsid w:val="00C765FD"/>
    <w:rsid w:val="00C8117B"/>
    <w:rsid w:val="00C82BB9"/>
    <w:rsid w:val="00C85079"/>
    <w:rsid w:val="00C85EE2"/>
    <w:rsid w:val="00C87538"/>
    <w:rsid w:val="00C915C1"/>
    <w:rsid w:val="00C92F7A"/>
    <w:rsid w:val="00C953E1"/>
    <w:rsid w:val="00C9754F"/>
    <w:rsid w:val="00C976EA"/>
    <w:rsid w:val="00CA2886"/>
    <w:rsid w:val="00CA58A6"/>
    <w:rsid w:val="00CA7C81"/>
    <w:rsid w:val="00CB1653"/>
    <w:rsid w:val="00CB4C7C"/>
    <w:rsid w:val="00CB5911"/>
    <w:rsid w:val="00CB66B1"/>
    <w:rsid w:val="00CB756C"/>
    <w:rsid w:val="00CB77E1"/>
    <w:rsid w:val="00CC013D"/>
    <w:rsid w:val="00CC215A"/>
    <w:rsid w:val="00CC23B9"/>
    <w:rsid w:val="00CC5A69"/>
    <w:rsid w:val="00CC6F2D"/>
    <w:rsid w:val="00CD0108"/>
    <w:rsid w:val="00CD120F"/>
    <w:rsid w:val="00CD1CCC"/>
    <w:rsid w:val="00CD3D4A"/>
    <w:rsid w:val="00CD3DDD"/>
    <w:rsid w:val="00CD4E48"/>
    <w:rsid w:val="00CD5B15"/>
    <w:rsid w:val="00CD68B7"/>
    <w:rsid w:val="00CD747A"/>
    <w:rsid w:val="00CE1F27"/>
    <w:rsid w:val="00CE2735"/>
    <w:rsid w:val="00CE380D"/>
    <w:rsid w:val="00CE7C2C"/>
    <w:rsid w:val="00CF2CC5"/>
    <w:rsid w:val="00CF2F94"/>
    <w:rsid w:val="00CF35BC"/>
    <w:rsid w:val="00CF4E74"/>
    <w:rsid w:val="00D00933"/>
    <w:rsid w:val="00D009D2"/>
    <w:rsid w:val="00D037EF"/>
    <w:rsid w:val="00D042E4"/>
    <w:rsid w:val="00D0565E"/>
    <w:rsid w:val="00D06B51"/>
    <w:rsid w:val="00D11A53"/>
    <w:rsid w:val="00D14BE8"/>
    <w:rsid w:val="00D17E36"/>
    <w:rsid w:val="00D21674"/>
    <w:rsid w:val="00D219E0"/>
    <w:rsid w:val="00D237E3"/>
    <w:rsid w:val="00D2518C"/>
    <w:rsid w:val="00D266F8"/>
    <w:rsid w:val="00D301CE"/>
    <w:rsid w:val="00D31861"/>
    <w:rsid w:val="00D318BC"/>
    <w:rsid w:val="00D31954"/>
    <w:rsid w:val="00D31C67"/>
    <w:rsid w:val="00D31FAA"/>
    <w:rsid w:val="00D3241B"/>
    <w:rsid w:val="00D33E5D"/>
    <w:rsid w:val="00D3537B"/>
    <w:rsid w:val="00D35748"/>
    <w:rsid w:val="00D3673C"/>
    <w:rsid w:val="00D41199"/>
    <w:rsid w:val="00D41DB7"/>
    <w:rsid w:val="00D4371E"/>
    <w:rsid w:val="00D43CAF"/>
    <w:rsid w:val="00D44811"/>
    <w:rsid w:val="00D464AE"/>
    <w:rsid w:val="00D47015"/>
    <w:rsid w:val="00D476F9"/>
    <w:rsid w:val="00D47C9A"/>
    <w:rsid w:val="00D5045C"/>
    <w:rsid w:val="00D5250A"/>
    <w:rsid w:val="00D54826"/>
    <w:rsid w:val="00D55B24"/>
    <w:rsid w:val="00D55B33"/>
    <w:rsid w:val="00D57C58"/>
    <w:rsid w:val="00D61CC9"/>
    <w:rsid w:val="00D663A3"/>
    <w:rsid w:val="00D671C8"/>
    <w:rsid w:val="00D71B11"/>
    <w:rsid w:val="00D73CDE"/>
    <w:rsid w:val="00D743C1"/>
    <w:rsid w:val="00D74E72"/>
    <w:rsid w:val="00D7598D"/>
    <w:rsid w:val="00D81081"/>
    <w:rsid w:val="00D83D81"/>
    <w:rsid w:val="00D83FF7"/>
    <w:rsid w:val="00D84DAF"/>
    <w:rsid w:val="00D8502A"/>
    <w:rsid w:val="00D859DF"/>
    <w:rsid w:val="00D9022F"/>
    <w:rsid w:val="00D90F41"/>
    <w:rsid w:val="00D94579"/>
    <w:rsid w:val="00D95744"/>
    <w:rsid w:val="00D9590B"/>
    <w:rsid w:val="00D96764"/>
    <w:rsid w:val="00DA01FC"/>
    <w:rsid w:val="00DA132A"/>
    <w:rsid w:val="00DA1B2B"/>
    <w:rsid w:val="00DA40D2"/>
    <w:rsid w:val="00DA63A4"/>
    <w:rsid w:val="00DA6907"/>
    <w:rsid w:val="00DB2E76"/>
    <w:rsid w:val="00DB381A"/>
    <w:rsid w:val="00DB3F98"/>
    <w:rsid w:val="00DB4796"/>
    <w:rsid w:val="00DC4F10"/>
    <w:rsid w:val="00DC5B6D"/>
    <w:rsid w:val="00DC7604"/>
    <w:rsid w:val="00DC7E01"/>
    <w:rsid w:val="00DD058A"/>
    <w:rsid w:val="00DD3365"/>
    <w:rsid w:val="00DD3716"/>
    <w:rsid w:val="00DD3A95"/>
    <w:rsid w:val="00DD4D64"/>
    <w:rsid w:val="00DE0F1F"/>
    <w:rsid w:val="00DE2EA2"/>
    <w:rsid w:val="00DE3E1F"/>
    <w:rsid w:val="00DE4379"/>
    <w:rsid w:val="00DE4CD1"/>
    <w:rsid w:val="00DE6BE4"/>
    <w:rsid w:val="00DE728F"/>
    <w:rsid w:val="00DF07AD"/>
    <w:rsid w:val="00DF0E56"/>
    <w:rsid w:val="00DF1B62"/>
    <w:rsid w:val="00DF22C2"/>
    <w:rsid w:val="00DF28A2"/>
    <w:rsid w:val="00DF4B38"/>
    <w:rsid w:val="00DF5AB6"/>
    <w:rsid w:val="00DF6A14"/>
    <w:rsid w:val="00E077FE"/>
    <w:rsid w:val="00E079EB"/>
    <w:rsid w:val="00E12ADF"/>
    <w:rsid w:val="00E13445"/>
    <w:rsid w:val="00E2149E"/>
    <w:rsid w:val="00E32B02"/>
    <w:rsid w:val="00E3365A"/>
    <w:rsid w:val="00E336E8"/>
    <w:rsid w:val="00E35AF2"/>
    <w:rsid w:val="00E4268E"/>
    <w:rsid w:val="00E429E7"/>
    <w:rsid w:val="00E448A9"/>
    <w:rsid w:val="00E44944"/>
    <w:rsid w:val="00E449D2"/>
    <w:rsid w:val="00E457C6"/>
    <w:rsid w:val="00E5104F"/>
    <w:rsid w:val="00E51503"/>
    <w:rsid w:val="00E51C56"/>
    <w:rsid w:val="00E5396E"/>
    <w:rsid w:val="00E54F71"/>
    <w:rsid w:val="00E55225"/>
    <w:rsid w:val="00E57B6C"/>
    <w:rsid w:val="00E57BCD"/>
    <w:rsid w:val="00E60A9B"/>
    <w:rsid w:val="00E610C3"/>
    <w:rsid w:val="00E61466"/>
    <w:rsid w:val="00E648D1"/>
    <w:rsid w:val="00E6663E"/>
    <w:rsid w:val="00E66B2D"/>
    <w:rsid w:val="00E67288"/>
    <w:rsid w:val="00E706EC"/>
    <w:rsid w:val="00E76A57"/>
    <w:rsid w:val="00E76A74"/>
    <w:rsid w:val="00E76F8D"/>
    <w:rsid w:val="00E77CB1"/>
    <w:rsid w:val="00E80870"/>
    <w:rsid w:val="00E81CD5"/>
    <w:rsid w:val="00E83217"/>
    <w:rsid w:val="00E84109"/>
    <w:rsid w:val="00E85A6B"/>
    <w:rsid w:val="00E8694E"/>
    <w:rsid w:val="00E87012"/>
    <w:rsid w:val="00E918AC"/>
    <w:rsid w:val="00E9596B"/>
    <w:rsid w:val="00EA0F41"/>
    <w:rsid w:val="00EA4ECC"/>
    <w:rsid w:val="00EA7142"/>
    <w:rsid w:val="00EB1547"/>
    <w:rsid w:val="00EB188D"/>
    <w:rsid w:val="00EB2286"/>
    <w:rsid w:val="00EB2570"/>
    <w:rsid w:val="00EB42F5"/>
    <w:rsid w:val="00EB477E"/>
    <w:rsid w:val="00EB4C6B"/>
    <w:rsid w:val="00EB7050"/>
    <w:rsid w:val="00EC07B3"/>
    <w:rsid w:val="00EC1240"/>
    <w:rsid w:val="00EC3680"/>
    <w:rsid w:val="00EC54FC"/>
    <w:rsid w:val="00EC6E5A"/>
    <w:rsid w:val="00ED0558"/>
    <w:rsid w:val="00ED158B"/>
    <w:rsid w:val="00ED1BEA"/>
    <w:rsid w:val="00ED33B9"/>
    <w:rsid w:val="00ED3F77"/>
    <w:rsid w:val="00ED5AF8"/>
    <w:rsid w:val="00ED5D76"/>
    <w:rsid w:val="00EE00E9"/>
    <w:rsid w:val="00EE138E"/>
    <w:rsid w:val="00EE47D2"/>
    <w:rsid w:val="00EE6E71"/>
    <w:rsid w:val="00EE7BA7"/>
    <w:rsid w:val="00EE7F51"/>
    <w:rsid w:val="00EF1407"/>
    <w:rsid w:val="00EF16C2"/>
    <w:rsid w:val="00EF181F"/>
    <w:rsid w:val="00EF377F"/>
    <w:rsid w:val="00EF412F"/>
    <w:rsid w:val="00EF4958"/>
    <w:rsid w:val="00EF49B5"/>
    <w:rsid w:val="00EF5A50"/>
    <w:rsid w:val="00EF6AC9"/>
    <w:rsid w:val="00EF761D"/>
    <w:rsid w:val="00EF7726"/>
    <w:rsid w:val="00F009A4"/>
    <w:rsid w:val="00F016C8"/>
    <w:rsid w:val="00F017C8"/>
    <w:rsid w:val="00F02AAD"/>
    <w:rsid w:val="00F02EB9"/>
    <w:rsid w:val="00F03F7A"/>
    <w:rsid w:val="00F04249"/>
    <w:rsid w:val="00F046E1"/>
    <w:rsid w:val="00F05669"/>
    <w:rsid w:val="00F05BC7"/>
    <w:rsid w:val="00F07A6D"/>
    <w:rsid w:val="00F11A5C"/>
    <w:rsid w:val="00F11CBE"/>
    <w:rsid w:val="00F14062"/>
    <w:rsid w:val="00F14485"/>
    <w:rsid w:val="00F145C1"/>
    <w:rsid w:val="00F22D47"/>
    <w:rsid w:val="00F261F2"/>
    <w:rsid w:val="00F30362"/>
    <w:rsid w:val="00F31BBB"/>
    <w:rsid w:val="00F328FB"/>
    <w:rsid w:val="00F32EFF"/>
    <w:rsid w:val="00F340C1"/>
    <w:rsid w:val="00F3647A"/>
    <w:rsid w:val="00F37E48"/>
    <w:rsid w:val="00F400DB"/>
    <w:rsid w:val="00F4366E"/>
    <w:rsid w:val="00F45CEB"/>
    <w:rsid w:val="00F470DD"/>
    <w:rsid w:val="00F47815"/>
    <w:rsid w:val="00F5104F"/>
    <w:rsid w:val="00F53DC6"/>
    <w:rsid w:val="00F55168"/>
    <w:rsid w:val="00F55962"/>
    <w:rsid w:val="00F5596E"/>
    <w:rsid w:val="00F55AA5"/>
    <w:rsid w:val="00F56EB7"/>
    <w:rsid w:val="00F6245E"/>
    <w:rsid w:val="00F6407B"/>
    <w:rsid w:val="00F65B77"/>
    <w:rsid w:val="00F66162"/>
    <w:rsid w:val="00F72DEF"/>
    <w:rsid w:val="00F73A33"/>
    <w:rsid w:val="00F740C7"/>
    <w:rsid w:val="00F74B10"/>
    <w:rsid w:val="00F75DF2"/>
    <w:rsid w:val="00F760D0"/>
    <w:rsid w:val="00F80DC9"/>
    <w:rsid w:val="00F850AD"/>
    <w:rsid w:val="00F851F6"/>
    <w:rsid w:val="00F85D74"/>
    <w:rsid w:val="00F86B4B"/>
    <w:rsid w:val="00F879E1"/>
    <w:rsid w:val="00F906E0"/>
    <w:rsid w:val="00F917DF"/>
    <w:rsid w:val="00F9537D"/>
    <w:rsid w:val="00F957BC"/>
    <w:rsid w:val="00F95F91"/>
    <w:rsid w:val="00FA0812"/>
    <w:rsid w:val="00FA65B6"/>
    <w:rsid w:val="00FA663F"/>
    <w:rsid w:val="00FA6B5B"/>
    <w:rsid w:val="00FB07C3"/>
    <w:rsid w:val="00FB23DA"/>
    <w:rsid w:val="00FB2BC0"/>
    <w:rsid w:val="00FB3788"/>
    <w:rsid w:val="00FB3FD5"/>
    <w:rsid w:val="00FB5824"/>
    <w:rsid w:val="00FC0058"/>
    <w:rsid w:val="00FC0F3E"/>
    <w:rsid w:val="00FC28F4"/>
    <w:rsid w:val="00FC29F0"/>
    <w:rsid w:val="00FC3FED"/>
    <w:rsid w:val="00FC5370"/>
    <w:rsid w:val="00FC679B"/>
    <w:rsid w:val="00FD04AF"/>
    <w:rsid w:val="00FD0E97"/>
    <w:rsid w:val="00FD1260"/>
    <w:rsid w:val="00FD1F68"/>
    <w:rsid w:val="00FD2B36"/>
    <w:rsid w:val="00FD41CA"/>
    <w:rsid w:val="00FD723C"/>
    <w:rsid w:val="00FD7F13"/>
    <w:rsid w:val="00FE2752"/>
    <w:rsid w:val="00FE3135"/>
    <w:rsid w:val="00FE4D40"/>
    <w:rsid w:val="00FF6B34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E27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212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261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C212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1261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AA1C2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1C22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62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2</Pages>
  <Words>350</Words>
  <Characters>1995</Characters>
  <Application>Microsoft Office Outlook</Application>
  <DocSecurity>0</DocSecurity>
  <Lines>0</Lines>
  <Paragraphs>0</Paragraphs>
  <ScaleCrop>false</ScaleCrop>
  <Company>MFMO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Yakovlev</dc:creator>
  <cp:keywords/>
  <dc:description/>
  <cp:lastModifiedBy>Людмила Владимировна</cp:lastModifiedBy>
  <cp:revision>26</cp:revision>
  <cp:lastPrinted>2015-10-28T13:05:00Z</cp:lastPrinted>
  <dcterms:created xsi:type="dcterms:W3CDTF">2015-08-10T09:42:00Z</dcterms:created>
  <dcterms:modified xsi:type="dcterms:W3CDTF">2015-11-06T12:28:00Z</dcterms:modified>
</cp:coreProperties>
</file>